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07DBA" w14:textId="77777777" w:rsidR="006E5D65" w:rsidRPr="00C81DC5" w:rsidRDefault="00CD6897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6F31E2" w:rsidRPr="00C81DC5">
        <w:rPr>
          <w:rFonts w:asciiTheme="minorHAnsi" w:hAnsiTheme="minorHAnsi" w:cstheme="minorHAnsi"/>
          <w:bCs/>
          <w:i/>
          <w:sz w:val="24"/>
          <w:szCs w:val="24"/>
        </w:rPr>
        <w:t>1.5</w:t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do Zarządzenia</w:t>
      </w:r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Rektora </w:t>
      </w:r>
      <w:proofErr w:type="spellStart"/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>UR</w:t>
      </w:r>
      <w:proofErr w:type="spellEnd"/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  <w:r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nr</w:t>
      </w:r>
      <w:r w:rsidR="00F17567" w:rsidRPr="00C81DC5">
        <w:rPr>
          <w:rFonts w:asciiTheme="minorHAnsi" w:hAnsiTheme="minorHAnsi" w:cstheme="minorHAnsi"/>
          <w:bCs/>
          <w:i/>
          <w:sz w:val="24"/>
          <w:szCs w:val="24"/>
        </w:rPr>
        <w:t>12/2019</w:t>
      </w:r>
    </w:p>
    <w:p w14:paraId="49A42A34" w14:textId="77777777" w:rsidR="0085747A" w:rsidRPr="00C81DC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SYLABUS</w:t>
      </w:r>
    </w:p>
    <w:p w14:paraId="39F3DA5E" w14:textId="49A1E7F4" w:rsidR="0085747A" w:rsidRPr="00C81DC5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dotyczy cyklu kształcenia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 xml:space="preserve"> 202</w:t>
      </w:r>
      <w:r w:rsidR="00A2659A">
        <w:rPr>
          <w:rFonts w:asciiTheme="minorHAnsi" w:hAnsiTheme="minorHAnsi" w:cstheme="minorHAnsi"/>
          <w:i/>
          <w:smallCaps/>
          <w:sz w:val="24"/>
          <w:szCs w:val="24"/>
        </w:rPr>
        <w:t>2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>-202</w:t>
      </w:r>
      <w:r w:rsidR="00A2659A">
        <w:rPr>
          <w:rFonts w:asciiTheme="minorHAnsi" w:hAnsiTheme="minorHAnsi" w:cstheme="minorHAnsi"/>
          <w:i/>
          <w:smallCaps/>
          <w:sz w:val="24"/>
          <w:szCs w:val="24"/>
        </w:rPr>
        <w:t>5</w:t>
      </w:r>
    </w:p>
    <w:p w14:paraId="5B0D1AF1" w14:textId="77777777" w:rsidR="0085747A" w:rsidRPr="00C81DC5" w:rsidRDefault="008B17F3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</w:t>
      </w:r>
      <w:r w:rsidR="0085747A" w:rsidRPr="00C81DC5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C81DC5">
        <w:rPr>
          <w:rFonts w:asciiTheme="minorHAnsi" w:hAnsiTheme="minorHAnsi" w:cstheme="minorHAnsi"/>
          <w:sz w:val="24"/>
          <w:szCs w:val="24"/>
        </w:rPr>
        <w:t>)</w:t>
      </w:r>
    </w:p>
    <w:p w14:paraId="20CF84BE" w14:textId="7F6D347E" w:rsidR="00445970" w:rsidRPr="00C81DC5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  <w:t xml:space="preserve">Rok akademicki   </w:t>
      </w:r>
      <w:r w:rsidR="00BB4703">
        <w:rPr>
          <w:rFonts w:asciiTheme="minorHAnsi" w:hAnsiTheme="minorHAnsi" w:cstheme="minorHAnsi"/>
          <w:sz w:val="24"/>
          <w:szCs w:val="24"/>
        </w:rPr>
        <w:t>202</w:t>
      </w:r>
      <w:r w:rsidR="00A2659A">
        <w:rPr>
          <w:rFonts w:asciiTheme="minorHAnsi" w:hAnsiTheme="minorHAnsi" w:cstheme="minorHAnsi"/>
          <w:sz w:val="24"/>
          <w:szCs w:val="24"/>
        </w:rPr>
        <w:t>2</w:t>
      </w:r>
      <w:r w:rsidR="008B17F3">
        <w:rPr>
          <w:rFonts w:asciiTheme="minorHAnsi" w:hAnsiTheme="minorHAnsi" w:cstheme="minorHAnsi"/>
          <w:sz w:val="24"/>
          <w:szCs w:val="24"/>
        </w:rPr>
        <w:t>/20</w:t>
      </w:r>
      <w:r w:rsidR="00BB4703">
        <w:rPr>
          <w:rFonts w:asciiTheme="minorHAnsi" w:hAnsiTheme="minorHAnsi" w:cstheme="minorHAnsi"/>
          <w:sz w:val="24"/>
          <w:szCs w:val="24"/>
        </w:rPr>
        <w:t>2</w:t>
      </w:r>
      <w:r w:rsidR="00A2659A">
        <w:rPr>
          <w:rFonts w:asciiTheme="minorHAnsi" w:hAnsiTheme="minorHAnsi" w:cstheme="minorHAnsi"/>
          <w:sz w:val="24"/>
          <w:szCs w:val="24"/>
        </w:rPr>
        <w:t>3</w:t>
      </w:r>
    </w:p>
    <w:p w14:paraId="542423CC" w14:textId="77777777"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97E1A7C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14:paraId="4E8B5B6F" w14:textId="77777777" w:rsidTr="00B819C8">
        <w:tc>
          <w:tcPr>
            <w:tcW w:w="2694" w:type="dxa"/>
            <w:vAlign w:val="center"/>
          </w:tcPr>
          <w:p w14:paraId="45CAC49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E3A706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14:paraId="0DA01087" w14:textId="77777777" w:rsidTr="00B819C8">
        <w:tc>
          <w:tcPr>
            <w:tcW w:w="2694" w:type="dxa"/>
            <w:vAlign w:val="center"/>
          </w:tcPr>
          <w:p w14:paraId="533F8B6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D33B8B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14:paraId="33216B9C" w14:textId="77777777" w:rsidTr="00B819C8">
        <w:tc>
          <w:tcPr>
            <w:tcW w:w="2694" w:type="dxa"/>
            <w:vAlign w:val="center"/>
          </w:tcPr>
          <w:p w14:paraId="50A6B407" w14:textId="23C99549" w:rsidR="001E56CD" w:rsidRPr="00C81DC5" w:rsidRDefault="00A2659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1E56CD" w:rsidRPr="00C81DC5">
              <w:rPr>
                <w:rFonts w:asciiTheme="minorHAnsi" w:hAnsiTheme="minorHAnsi" w:cstheme="minorHAnsi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6555819" w14:textId="77777777" w:rsidR="001E56CD" w:rsidRPr="00C81DC5" w:rsidRDefault="008D51CD" w:rsidP="008D51C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E56CD" w:rsidRPr="00C81DC5" w14:paraId="271D6B3C" w14:textId="77777777" w:rsidTr="00B819C8">
        <w:tc>
          <w:tcPr>
            <w:tcW w:w="2694" w:type="dxa"/>
            <w:vAlign w:val="center"/>
          </w:tcPr>
          <w:p w14:paraId="2429FFD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47949E" w14:textId="0770C9A5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8A4F628" w14:textId="77777777" w:rsidTr="00B819C8">
        <w:tc>
          <w:tcPr>
            <w:tcW w:w="2694" w:type="dxa"/>
            <w:vAlign w:val="center"/>
          </w:tcPr>
          <w:p w14:paraId="2EA79DC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5C07D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14:paraId="483162DC" w14:textId="77777777" w:rsidTr="00B819C8">
        <w:tc>
          <w:tcPr>
            <w:tcW w:w="2694" w:type="dxa"/>
            <w:vAlign w:val="center"/>
          </w:tcPr>
          <w:p w14:paraId="2B84218B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079024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33566F7" w14:textId="77777777" w:rsidTr="00B819C8">
        <w:tc>
          <w:tcPr>
            <w:tcW w:w="2694" w:type="dxa"/>
            <w:vAlign w:val="center"/>
          </w:tcPr>
          <w:p w14:paraId="29AA6B17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DB0AAE" w14:textId="5147D523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1E56CD" w:rsidRPr="00C81DC5" w14:paraId="4D369260" w14:textId="77777777" w:rsidTr="00B819C8">
        <w:tc>
          <w:tcPr>
            <w:tcW w:w="2694" w:type="dxa"/>
            <w:vAlign w:val="center"/>
          </w:tcPr>
          <w:p w14:paraId="22BBDC9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0A2B94" w14:textId="029DF87E" w:rsidR="001E56CD" w:rsidRPr="00C81DC5" w:rsidRDefault="003644A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nie</w:t>
            </w:r>
            <w:r w:rsidR="00FD66A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1E56CD" w:rsidRPr="00C81DC5" w14:paraId="25ABFDE2" w14:textId="77777777" w:rsidTr="00B819C8">
        <w:tc>
          <w:tcPr>
            <w:tcW w:w="2694" w:type="dxa"/>
            <w:vAlign w:val="center"/>
          </w:tcPr>
          <w:p w14:paraId="419A3CE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1F1D18" w14:textId="77777777"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C81DC5" w14:paraId="602B93AD" w14:textId="77777777" w:rsidTr="00B819C8">
        <w:tc>
          <w:tcPr>
            <w:tcW w:w="2694" w:type="dxa"/>
            <w:vAlign w:val="center"/>
          </w:tcPr>
          <w:p w14:paraId="52378A9C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CD75C3" w14:textId="66CEF887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B4188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C81DC5" w14:paraId="22D10E01" w14:textId="77777777" w:rsidTr="00B819C8">
        <w:tc>
          <w:tcPr>
            <w:tcW w:w="2694" w:type="dxa"/>
            <w:vAlign w:val="center"/>
          </w:tcPr>
          <w:p w14:paraId="02CD4BE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4F67E" w14:textId="722D2D70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14:paraId="17E8D0AD" w14:textId="77777777" w:rsidTr="00B819C8">
        <w:tc>
          <w:tcPr>
            <w:tcW w:w="2694" w:type="dxa"/>
            <w:vAlign w:val="center"/>
          </w:tcPr>
          <w:p w14:paraId="4912F8C1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DED6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Krzysztof Bochenek</w:t>
            </w:r>
          </w:p>
        </w:tc>
      </w:tr>
      <w:tr w:rsidR="00FE6ABC" w:rsidRPr="00C81DC5" w14:paraId="2EB0FCEA" w14:textId="77777777" w:rsidTr="00B819C8">
        <w:tc>
          <w:tcPr>
            <w:tcW w:w="2694" w:type="dxa"/>
            <w:vAlign w:val="center"/>
          </w:tcPr>
          <w:p w14:paraId="599A2AED" w14:textId="77777777"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DBB24" w14:textId="77777777"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56E3769F" w14:textId="7607BED6"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="0043172D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bookmarkStart w:id="0" w:name="_GoBack"/>
      <w:bookmarkEnd w:id="0"/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14:paraId="6F4A94E4" w14:textId="77777777"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</w:t>
      </w:r>
      <w:proofErr w:type="spellStart"/>
      <w:r w:rsidRPr="00C81DC5">
        <w:rPr>
          <w:rFonts w:asciiTheme="minorHAnsi" w:hAnsiTheme="minorHAnsi" w:cstheme="minorHAnsi"/>
          <w:b w:val="0"/>
          <w:sz w:val="24"/>
          <w:szCs w:val="24"/>
        </w:rPr>
        <w:t>ECTS</w:t>
      </w:r>
      <w:proofErr w:type="spellEnd"/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14:paraId="1B3ED495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14:paraId="1B0C5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5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14:paraId="209CDE7F" w14:textId="77777777"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2F6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53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8C2E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6F5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4F84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53A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A35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CAE7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C8AC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ECTS</w:t>
            </w:r>
            <w:proofErr w:type="spellEnd"/>
          </w:p>
        </w:tc>
      </w:tr>
      <w:tr w:rsidR="00015B8F" w:rsidRPr="00C81DC5" w14:paraId="784419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120" w14:textId="77777777"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9E28" w14:textId="0F5D4A02" w:rsidR="00015B8F" w:rsidRPr="00C81DC5" w:rsidRDefault="003644AA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3F2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6F04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A8EC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2F9D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779F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395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9649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291D" w14:textId="77777777"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6780CCB3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5339E0D8" w14:textId="77777777"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6E7394EF" w14:textId="77777777"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14:paraId="63258630" w14:textId="77777777" w:rsidR="0085747A" w:rsidRPr="00C81DC5" w:rsidRDefault="00C330C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14:paraId="3199D8E6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C5BFE7B" w14:textId="4A35039E" w:rsidR="00FE6ABC" w:rsidRPr="00C81DC5" w:rsidRDefault="00E22FBC" w:rsidP="00FD66AB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14:paraId="603E87A1" w14:textId="77777777" w:rsidR="00FE6ABC" w:rsidRPr="00DC4F0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DC4F0A">
        <w:rPr>
          <w:rFonts w:asciiTheme="minorHAnsi" w:hAnsiTheme="minorHAnsi" w:cstheme="minorHAnsi"/>
          <w:bCs/>
          <w:smallCaps w:val="0"/>
          <w:szCs w:val="24"/>
        </w:rPr>
        <w:t>egzamin</w:t>
      </w:r>
    </w:p>
    <w:p w14:paraId="59E60840" w14:textId="77777777" w:rsidR="009C54AE" w:rsidRPr="00C81DC5" w:rsidRDefault="009C54AE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68D75424" w14:textId="77777777"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484443AB" w14:textId="77777777" w:rsidTr="00745302">
        <w:tc>
          <w:tcPr>
            <w:tcW w:w="9670" w:type="dxa"/>
          </w:tcPr>
          <w:p w14:paraId="27C3E191" w14:textId="77777777"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14:paraId="20B12E27" w14:textId="77777777"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E4C51E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14:paraId="4C6B1379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42D6E14C" w14:textId="77777777"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14:paraId="488E005E" w14:textId="77777777"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14:paraId="01F2B7DE" w14:textId="77777777" w:rsidTr="00923D7D">
        <w:tc>
          <w:tcPr>
            <w:tcW w:w="851" w:type="dxa"/>
            <w:vAlign w:val="center"/>
          </w:tcPr>
          <w:p w14:paraId="0AB0F53C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BCC588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14:paraId="5A5450AE" w14:textId="77777777" w:rsidTr="00923D7D">
        <w:tc>
          <w:tcPr>
            <w:tcW w:w="851" w:type="dxa"/>
            <w:vAlign w:val="center"/>
          </w:tcPr>
          <w:p w14:paraId="578481BC" w14:textId="77777777"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71EB15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14:paraId="21AF2EB6" w14:textId="77777777" w:rsidTr="00923D7D">
        <w:tc>
          <w:tcPr>
            <w:tcW w:w="851" w:type="dxa"/>
            <w:vAlign w:val="center"/>
          </w:tcPr>
          <w:p w14:paraId="6FA80B0F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CBD3537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14:paraId="589FCAA4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14:paraId="052DDD35" w14:textId="77777777" w:rsidR="001D7B54" w:rsidRPr="00C81DC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3.2 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Efekty </w:t>
      </w:r>
      <w:r w:rsidR="00C05F44" w:rsidRPr="00C81DC5">
        <w:rPr>
          <w:rFonts w:asciiTheme="minorHAnsi" w:hAnsiTheme="minorHAnsi" w:cstheme="minorHAnsi"/>
          <w:sz w:val="24"/>
          <w:szCs w:val="24"/>
        </w:rPr>
        <w:t xml:space="preserve">uczenia się </w:t>
      </w:r>
      <w:r w:rsidR="001D7B54" w:rsidRPr="00C81DC5">
        <w:rPr>
          <w:rFonts w:asciiTheme="minorHAnsi" w:hAnsiTheme="minorHAnsi" w:cstheme="minorHAnsi"/>
          <w:sz w:val="24"/>
          <w:szCs w:val="24"/>
        </w:rPr>
        <w:t>dla przedmiotu</w:t>
      </w:r>
    </w:p>
    <w:p w14:paraId="4B8BF5BF" w14:textId="77777777"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35F82C4" w14:textId="77777777"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14:paraId="6354561D" w14:textId="77777777" w:rsidTr="0071620A">
        <w:tc>
          <w:tcPr>
            <w:tcW w:w="1701" w:type="dxa"/>
            <w:vAlign w:val="center"/>
          </w:tcPr>
          <w:p w14:paraId="12288601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A97DF3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51A5D8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14:paraId="4D0C3821" w14:textId="77777777" w:rsidTr="005E6E85">
        <w:tc>
          <w:tcPr>
            <w:tcW w:w="1701" w:type="dxa"/>
          </w:tcPr>
          <w:p w14:paraId="3578801C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D78963" w14:textId="77777777"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14:paraId="69BE8549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14:paraId="10FBB681" w14:textId="77777777" w:rsidTr="005E6E85">
        <w:tc>
          <w:tcPr>
            <w:tcW w:w="1701" w:type="dxa"/>
          </w:tcPr>
          <w:p w14:paraId="68D2386E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CBCA1F" w14:textId="77777777"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C15F243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14:paraId="74ED0727" w14:textId="77777777" w:rsidTr="005E6E85">
        <w:tc>
          <w:tcPr>
            <w:tcW w:w="1701" w:type="dxa"/>
          </w:tcPr>
          <w:p w14:paraId="23953540" w14:textId="1D49EBFF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43172D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28AF8B" w14:textId="3E83CD47" w:rsidR="0085747A" w:rsidRPr="00C81DC5" w:rsidRDefault="00A2659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Zr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14:paraId="69E3326C" w14:textId="77777777"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14:paraId="4C124BA6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14:paraId="62ED54CC" w14:textId="77777777" w:rsidTr="005E6E85">
        <w:tc>
          <w:tcPr>
            <w:tcW w:w="1701" w:type="dxa"/>
          </w:tcPr>
          <w:p w14:paraId="443859EE" w14:textId="37EF6523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43172D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DED58E" w14:textId="77777777"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14:paraId="3FB3771C" w14:textId="77777777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14:paraId="45DAF7F7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7C67A11C" w14:textId="77777777"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14:paraId="2E9C9BF8" w14:textId="77777777"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14:paraId="4918490B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14:paraId="5E2A83F5" w14:textId="77777777" w:rsidTr="006B5C41">
        <w:tc>
          <w:tcPr>
            <w:tcW w:w="9639" w:type="dxa"/>
          </w:tcPr>
          <w:p w14:paraId="43B6FD91" w14:textId="77777777"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14:paraId="68FF201C" w14:textId="77777777" w:rsidTr="006B5C41">
        <w:tc>
          <w:tcPr>
            <w:tcW w:w="9639" w:type="dxa"/>
          </w:tcPr>
          <w:p w14:paraId="20153781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Presokratycy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C81DC5" w14:paraId="260D3D33" w14:textId="77777777" w:rsidTr="006B5C41">
        <w:tc>
          <w:tcPr>
            <w:tcW w:w="9639" w:type="dxa"/>
          </w:tcPr>
          <w:p w14:paraId="1E7FC09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14:paraId="2281176C" w14:textId="77777777" w:rsidTr="006B5C41">
        <w:tc>
          <w:tcPr>
            <w:tcW w:w="9639" w:type="dxa"/>
          </w:tcPr>
          <w:p w14:paraId="64F19229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14:paraId="4EC4470D" w14:textId="77777777" w:rsidTr="006B5C41">
        <w:tc>
          <w:tcPr>
            <w:tcW w:w="9639" w:type="dxa"/>
          </w:tcPr>
          <w:p w14:paraId="4D6C4C9F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14:paraId="5ED4F881" w14:textId="77777777" w:rsidTr="006B5C41">
        <w:tc>
          <w:tcPr>
            <w:tcW w:w="9639" w:type="dxa"/>
          </w:tcPr>
          <w:p w14:paraId="5AE6AF03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14:paraId="7714C0E0" w14:textId="77777777" w:rsidTr="006B5C41">
        <w:tc>
          <w:tcPr>
            <w:tcW w:w="9639" w:type="dxa"/>
          </w:tcPr>
          <w:p w14:paraId="2B4E54B7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14:paraId="750BD308" w14:textId="77777777" w:rsidTr="006B5C41">
        <w:tc>
          <w:tcPr>
            <w:tcW w:w="9639" w:type="dxa"/>
          </w:tcPr>
          <w:p w14:paraId="72384DC1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14:paraId="15CD5919" w14:textId="77777777" w:rsidTr="006B5C41">
        <w:tc>
          <w:tcPr>
            <w:tcW w:w="9639" w:type="dxa"/>
          </w:tcPr>
          <w:p w14:paraId="61ABC5BA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14:paraId="033390E4" w14:textId="77777777" w:rsidTr="006B5C41">
        <w:tc>
          <w:tcPr>
            <w:tcW w:w="9639" w:type="dxa"/>
          </w:tcPr>
          <w:p w14:paraId="01DFD679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Irrenizm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communia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Duns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C81DC5" w14:paraId="72A348BD" w14:textId="77777777" w:rsidTr="006B5C41">
        <w:tc>
          <w:tcPr>
            <w:tcW w:w="9639" w:type="dxa"/>
          </w:tcPr>
          <w:p w14:paraId="6C4A1F65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Machiaveli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Montaigne)? Filozofia u źródeł rewolucji naukowej: Kopernik, Bruno, Galileusz, Bacon, Newton.</w:t>
            </w:r>
          </w:p>
        </w:tc>
      </w:tr>
      <w:tr w:rsidR="003F66BF" w:rsidRPr="00C81DC5" w14:paraId="6156866D" w14:textId="77777777" w:rsidTr="006B5C41">
        <w:tc>
          <w:tcPr>
            <w:tcW w:w="9639" w:type="dxa"/>
          </w:tcPr>
          <w:p w14:paraId="7D2A785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Locke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C81DC5" w14:paraId="164BECC9" w14:textId="77777777" w:rsidTr="006B5C41">
        <w:tc>
          <w:tcPr>
            <w:tcW w:w="9639" w:type="dxa"/>
          </w:tcPr>
          <w:p w14:paraId="4F6FFD0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14:paraId="7B78445A" w14:textId="77777777" w:rsidTr="006B5C41">
        <w:tc>
          <w:tcPr>
            <w:tcW w:w="9639" w:type="dxa"/>
          </w:tcPr>
          <w:p w14:paraId="79C7A7AB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14:paraId="59424006" w14:textId="77777777" w:rsidTr="006B5C41">
        <w:tc>
          <w:tcPr>
            <w:tcW w:w="9639" w:type="dxa"/>
          </w:tcPr>
          <w:p w14:paraId="4FE32D0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Peirce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C81DC5" w14:paraId="3C28FF71" w14:textId="77777777" w:rsidTr="006B5C41">
        <w:tc>
          <w:tcPr>
            <w:tcW w:w="9639" w:type="dxa"/>
          </w:tcPr>
          <w:p w14:paraId="5D9F1D04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14:paraId="0BDC557D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1EC8622C" w14:textId="77777777"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3.4 Metody dydaktyczne</w:t>
      </w:r>
    </w:p>
    <w:p w14:paraId="086AE996" w14:textId="77777777"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088FCA6E" w14:textId="77777777" w:rsidR="00FE6ABC" w:rsidRPr="003A181A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3A181A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14:paraId="0F559483" w14:textId="77777777" w:rsidR="00E960BB" w:rsidRPr="00C81DC5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612F220E" w14:textId="77777777"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14:paraId="683A6354" w14:textId="77777777" w:rsidR="00923D7D" w:rsidRPr="00C81DC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3016B1A" w14:textId="77777777"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14:paraId="08769945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14:paraId="11828307" w14:textId="77777777" w:rsidTr="00C05F44">
        <w:tc>
          <w:tcPr>
            <w:tcW w:w="1985" w:type="dxa"/>
            <w:vAlign w:val="center"/>
          </w:tcPr>
          <w:p w14:paraId="48E290DB" w14:textId="77777777"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DC0284" w14:textId="77777777"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1595D71" w14:textId="77777777"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628993" w14:textId="77777777"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B4497DA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C81DC5" w14:paraId="5C09D6C5" w14:textId="77777777" w:rsidTr="00C05F44">
        <w:tc>
          <w:tcPr>
            <w:tcW w:w="1985" w:type="dxa"/>
          </w:tcPr>
          <w:p w14:paraId="56E96EB2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448839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7CEE463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73C85B21" w14:textId="77777777" w:rsidTr="00C05F44">
        <w:tc>
          <w:tcPr>
            <w:tcW w:w="1985" w:type="dxa"/>
          </w:tcPr>
          <w:p w14:paraId="0081356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E9C711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5E86C88B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C22104E" w14:textId="77777777" w:rsidTr="00C05F44">
        <w:tc>
          <w:tcPr>
            <w:tcW w:w="1985" w:type="dxa"/>
          </w:tcPr>
          <w:p w14:paraId="685CEAA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A24D8D" w14:textId="7777777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2085E800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32A9408" w14:textId="77777777" w:rsidTr="00C05F44">
        <w:tc>
          <w:tcPr>
            <w:tcW w:w="1985" w:type="dxa"/>
          </w:tcPr>
          <w:p w14:paraId="51D8650A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5A90F44" w14:textId="7777777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71BB8D59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537DC4C2" w14:textId="77777777"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AF215C1" w14:textId="77777777"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14:paraId="54394755" w14:textId="77777777"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23E1F898" w14:textId="77777777" w:rsidTr="00923D7D">
        <w:tc>
          <w:tcPr>
            <w:tcW w:w="9670" w:type="dxa"/>
          </w:tcPr>
          <w:p w14:paraId="347266E4" w14:textId="77777777" w:rsidR="0085747A" w:rsidRPr="00C81DC5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2F0AA8CD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6FA822F" w14:textId="77777777"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81DC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="00C61DC5" w:rsidRPr="00C81DC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3612A61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14:paraId="02B39533" w14:textId="77777777" w:rsidTr="003E1941">
        <w:tc>
          <w:tcPr>
            <w:tcW w:w="4962" w:type="dxa"/>
            <w:vAlign w:val="center"/>
          </w:tcPr>
          <w:p w14:paraId="11A394E5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93DDDF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14:paraId="10661BBC" w14:textId="77777777" w:rsidTr="00923D7D">
        <w:tc>
          <w:tcPr>
            <w:tcW w:w="4962" w:type="dxa"/>
          </w:tcPr>
          <w:p w14:paraId="3E6F6932" w14:textId="77777777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3236853" w14:textId="2C739A11" w:rsidR="00FE6ABC" w:rsidRPr="00C81DC5" w:rsidRDefault="003644A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FE6ABC" w:rsidRPr="00C81DC5" w14:paraId="281A665F" w14:textId="77777777" w:rsidTr="00923D7D">
        <w:tc>
          <w:tcPr>
            <w:tcW w:w="4962" w:type="dxa"/>
          </w:tcPr>
          <w:p w14:paraId="3842BE22" w14:textId="0D3A85FD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  <w:r w:rsidR="001A503F">
              <w:rPr>
                <w:rFonts w:asciiTheme="minorHAnsi" w:hAnsiTheme="minorHAnsi" w:cstheme="minorHAnsi"/>
                <w:sz w:val="24"/>
                <w:szCs w:val="24"/>
              </w:rPr>
              <w:t xml:space="preserve"> akademickiego</w:t>
            </w:r>
          </w:p>
          <w:p w14:paraId="4F54BFEC" w14:textId="331EF976" w:rsidR="00DC4F0A" w:rsidRDefault="001A50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-u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dział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w konsultacjach</w:t>
            </w:r>
            <w:r w:rsidR="006033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1538F30" w14:textId="22D57C91" w:rsidR="00FE6ABC" w:rsidRPr="00C81DC5" w:rsidRDefault="001A50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-udział w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527591E9" w14:textId="77777777"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6B8545" w14:textId="240AFA4D" w:rsidR="00DC4F0A" w:rsidRDefault="001E5F09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  <w:p w14:paraId="4EE45193" w14:textId="77777777" w:rsidR="00DC4F0A" w:rsidRPr="00C81DC5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14:paraId="00580623" w14:textId="77777777" w:rsidTr="00923D7D">
        <w:tc>
          <w:tcPr>
            <w:tcW w:w="4962" w:type="dxa"/>
          </w:tcPr>
          <w:p w14:paraId="17D6088E" w14:textId="1932E373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  <w:r w:rsidR="001A503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21AAF7ED" w14:textId="146D82D2" w:rsidR="001A503F" w:rsidRDefault="001A50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przygotowanie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eseju</w:t>
            </w:r>
          </w:p>
          <w:p w14:paraId="0912F25A" w14:textId="21585782" w:rsidR="00FE6ABC" w:rsidRPr="00C81DC5" w:rsidRDefault="001A50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-przygotowanie do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74E0E13D" w14:textId="77777777"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CA19F2" w14:textId="77777777" w:rsidR="001A503F" w:rsidRDefault="001A503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CF6341" w14:textId="7AC58DF4" w:rsidR="001A503F" w:rsidRDefault="001A503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E5F0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14:paraId="36E8141A" w14:textId="77FC86D7" w:rsidR="001A503F" w:rsidRPr="00C81DC5" w:rsidRDefault="001E5F09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</w:t>
            </w:r>
          </w:p>
        </w:tc>
      </w:tr>
      <w:tr w:rsidR="0085747A" w:rsidRPr="00C81DC5" w14:paraId="38F54A1E" w14:textId="77777777" w:rsidTr="00923D7D">
        <w:tc>
          <w:tcPr>
            <w:tcW w:w="4962" w:type="dxa"/>
          </w:tcPr>
          <w:p w14:paraId="4BF01447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46BE09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14:paraId="5654572D" w14:textId="77777777" w:rsidTr="00923D7D">
        <w:tc>
          <w:tcPr>
            <w:tcW w:w="4962" w:type="dxa"/>
          </w:tcPr>
          <w:p w14:paraId="35293B7D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SUMARYCZNA LICZBA PUNKTÓW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9DBF50B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7CA12B51" w14:textId="77777777" w:rsidR="0085747A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14:paraId="4E07B7B0" w14:textId="77777777"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91EBF1F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14:paraId="4B96B61E" w14:textId="77777777"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Brak</w:t>
      </w:r>
    </w:p>
    <w:p w14:paraId="6FD57D07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6C2A7777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34360F3C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8F34625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7D6A8A5" w14:textId="77777777"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p w14:paraId="1110AC6B" w14:textId="77777777" w:rsidR="00675843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14:paraId="63F7A1BD" w14:textId="77777777" w:rsidTr="003F66BF">
        <w:trPr>
          <w:trHeight w:val="397"/>
        </w:trPr>
        <w:tc>
          <w:tcPr>
            <w:tcW w:w="7513" w:type="dxa"/>
          </w:tcPr>
          <w:p w14:paraId="47B33C9E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</w:p>
          <w:p w14:paraId="422958A2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  <w:p w14:paraId="473A1385" w14:textId="66486359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Ajdukiewicz K.,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Kęty-Warszawa 2003. 2.</w:t>
            </w:r>
            <w:r w:rsidR="00FD66AB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2.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Bocheński J.,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</w:t>
            </w:r>
            <w:r w:rsidR="003644AA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2009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A0BB8E6" w14:textId="2DB91205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Hoffe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O.,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14:paraId="4EC11264" w14:textId="122B5748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Tatarkiewicz Wł.,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5FEB6111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C81DC5" w14:paraId="58287102" w14:textId="77777777" w:rsidTr="003F66BF">
        <w:trPr>
          <w:trHeight w:val="397"/>
        </w:trPr>
        <w:tc>
          <w:tcPr>
            <w:tcW w:w="7513" w:type="dxa"/>
          </w:tcPr>
          <w:p w14:paraId="2E04C453" w14:textId="2C6AA113" w:rsidR="003F66BF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11B22721" w14:textId="77777777" w:rsidR="00F15FDD" w:rsidRPr="00C81DC5" w:rsidRDefault="00F15FDD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  <w:p w14:paraId="13C520C1" w14:textId="77777777" w:rsidR="00F15FDD" w:rsidRPr="00FD66AB" w:rsidRDefault="00F15FDD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Bochenek K., </w:t>
            </w:r>
            <w:proofErr w:type="spellStart"/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>Gawor</w:t>
            </w:r>
            <w:proofErr w:type="spellEnd"/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L., Michalik-Jeżowska M., Wójtowicz R., </w:t>
            </w:r>
            <w:r w:rsidRPr="00FD66AB">
              <w:rPr>
                <w:rFonts w:ascii="Corbel" w:hAnsi="Corbel"/>
                <w:i/>
                <w:sz w:val="24"/>
                <w:szCs w:val="24"/>
              </w:rPr>
              <w:t>Zarys historii filozofii polskiej</w:t>
            </w:r>
            <w:r w:rsidRPr="00FD66AB">
              <w:rPr>
                <w:rFonts w:ascii="Corbel" w:hAnsi="Corbel"/>
                <w:sz w:val="24"/>
                <w:szCs w:val="24"/>
              </w:rPr>
              <w:t>, Rzeszów 2013.</w:t>
            </w:r>
          </w:p>
          <w:p w14:paraId="0971BEB5" w14:textId="11981E0A" w:rsidR="008623F6" w:rsidRPr="00FD66AB" w:rsidRDefault="008623F6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color w:val="000000"/>
                <w:sz w:val="24"/>
                <w:szCs w:val="24"/>
              </w:rPr>
              <w:t xml:space="preserve">Bochenek K., </w:t>
            </w:r>
            <w:r w:rsidRPr="00FD66AB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Zjawisko laicyzacji w społeczeństwie ponowoczesnym (konteksty filozoficzne)</w:t>
            </w:r>
            <w:r w:rsidRPr="00FD66AB">
              <w:rPr>
                <w:rFonts w:ascii="Corbel" w:hAnsi="Corbel"/>
                <w:color w:val="000000"/>
                <w:sz w:val="24"/>
                <w:szCs w:val="24"/>
              </w:rPr>
              <w:t>, „Wschodni Rocznik Humanistyczny” 1 (2019), s. 77-86.</w:t>
            </w:r>
          </w:p>
          <w:p w14:paraId="07EC76E0" w14:textId="116FCF56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Wiedza Powszechna, Warszawa 1996</w:t>
            </w:r>
          </w:p>
          <w:p w14:paraId="1599373C" w14:textId="77777777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Gutek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G.L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FD66A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GWP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2007.</w:t>
            </w:r>
          </w:p>
          <w:p w14:paraId="31E8B3B1" w14:textId="15B0C518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S-ka, Poznań 1999.</w:t>
            </w:r>
          </w:p>
          <w:p w14:paraId="47425E4C" w14:textId="77777777" w:rsidR="003F66BF" w:rsidRPr="00C81DC5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BUHMANN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</w:tc>
      </w:tr>
    </w:tbl>
    <w:p w14:paraId="22844D0B" w14:textId="77777777"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14:paraId="488C6760" w14:textId="7A027513" w:rsidR="0085747A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C165A" w14:textId="77777777" w:rsidR="00452B28" w:rsidRDefault="00452B28" w:rsidP="00C16ABF">
      <w:pPr>
        <w:spacing w:after="0" w:line="240" w:lineRule="auto"/>
      </w:pPr>
      <w:r>
        <w:separator/>
      </w:r>
    </w:p>
  </w:endnote>
  <w:endnote w:type="continuationSeparator" w:id="0">
    <w:p w14:paraId="1502A671" w14:textId="77777777" w:rsidR="00452B28" w:rsidRDefault="00452B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B3308" w14:textId="77777777" w:rsidR="00452B28" w:rsidRDefault="00452B28" w:rsidP="00C16ABF">
      <w:pPr>
        <w:spacing w:after="0" w:line="240" w:lineRule="auto"/>
      </w:pPr>
      <w:r>
        <w:separator/>
      </w:r>
    </w:p>
  </w:footnote>
  <w:footnote w:type="continuationSeparator" w:id="0">
    <w:p w14:paraId="12C0EDD8" w14:textId="77777777" w:rsidR="00452B28" w:rsidRDefault="00452B28" w:rsidP="00C16ABF">
      <w:pPr>
        <w:spacing w:after="0" w:line="240" w:lineRule="auto"/>
      </w:pPr>
      <w:r>
        <w:continuationSeparator/>
      </w:r>
    </w:p>
  </w:footnote>
  <w:footnote w:id="1">
    <w:p w14:paraId="4031BC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12B2"/>
    <w:multiLevelType w:val="hybridMultilevel"/>
    <w:tmpl w:val="F6EC751E"/>
    <w:lvl w:ilvl="0" w:tplc="7F94E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A3C3B"/>
    <w:multiLevelType w:val="hybridMultilevel"/>
    <w:tmpl w:val="DA4C3C1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FA7"/>
    <w:rsid w:val="00166A03"/>
    <w:rsid w:val="001718A7"/>
    <w:rsid w:val="001737CF"/>
    <w:rsid w:val="00176083"/>
    <w:rsid w:val="001770C7"/>
    <w:rsid w:val="00192F37"/>
    <w:rsid w:val="00196E71"/>
    <w:rsid w:val="001A503F"/>
    <w:rsid w:val="001A70D2"/>
    <w:rsid w:val="001C4FC1"/>
    <w:rsid w:val="001D657B"/>
    <w:rsid w:val="001D7B54"/>
    <w:rsid w:val="001E0209"/>
    <w:rsid w:val="001E56CD"/>
    <w:rsid w:val="001E5F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C64"/>
    <w:rsid w:val="00346FE9"/>
    <w:rsid w:val="0034759A"/>
    <w:rsid w:val="003503F6"/>
    <w:rsid w:val="003530DD"/>
    <w:rsid w:val="0035764F"/>
    <w:rsid w:val="00363F78"/>
    <w:rsid w:val="003644AA"/>
    <w:rsid w:val="00372E41"/>
    <w:rsid w:val="00384FCB"/>
    <w:rsid w:val="003A0A5B"/>
    <w:rsid w:val="003A1176"/>
    <w:rsid w:val="003A181A"/>
    <w:rsid w:val="003C0BAE"/>
    <w:rsid w:val="003C4E79"/>
    <w:rsid w:val="003D18A9"/>
    <w:rsid w:val="003D6CE2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72D"/>
    <w:rsid w:val="00431D5C"/>
    <w:rsid w:val="004362C6"/>
    <w:rsid w:val="00437FA2"/>
    <w:rsid w:val="00445970"/>
    <w:rsid w:val="00452B28"/>
    <w:rsid w:val="0045729E"/>
    <w:rsid w:val="00461EFC"/>
    <w:rsid w:val="004652C2"/>
    <w:rsid w:val="00466E81"/>
    <w:rsid w:val="004706D1"/>
    <w:rsid w:val="00471326"/>
    <w:rsid w:val="0047598D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D53"/>
    <w:rsid w:val="00573EF9"/>
    <w:rsid w:val="0059484D"/>
    <w:rsid w:val="005A0855"/>
    <w:rsid w:val="005A3196"/>
    <w:rsid w:val="005B3C6E"/>
    <w:rsid w:val="005B5F6F"/>
    <w:rsid w:val="005C080F"/>
    <w:rsid w:val="005C55E5"/>
    <w:rsid w:val="005C696A"/>
    <w:rsid w:val="005E6E85"/>
    <w:rsid w:val="005F31D2"/>
    <w:rsid w:val="0060339F"/>
    <w:rsid w:val="0061029B"/>
    <w:rsid w:val="00617230"/>
    <w:rsid w:val="00621CE1"/>
    <w:rsid w:val="00624F0E"/>
    <w:rsid w:val="0062787A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4E37"/>
    <w:rsid w:val="00696477"/>
    <w:rsid w:val="006A5812"/>
    <w:rsid w:val="006D050F"/>
    <w:rsid w:val="006D3802"/>
    <w:rsid w:val="006D6139"/>
    <w:rsid w:val="006E5D65"/>
    <w:rsid w:val="006E614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50E"/>
    <w:rsid w:val="00763BF1"/>
    <w:rsid w:val="00766FD4"/>
    <w:rsid w:val="0078168C"/>
    <w:rsid w:val="00787C2A"/>
    <w:rsid w:val="00790E27"/>
    <w:rsid w:val="007A4022"/>
    <w:rsid w:val="007A690A"/>
    <w:rsid w:val="007A6E6E"/>
    <w:rsid w:val="007A7D8E"/>
    <w:rsid w:val="007C3299"/>
    <w:rsid w:val="007C3BCC"/>
    <w:rsid w:val="007C4546"/>
    <w:rsid w:val="007D6E56"/>
    <w:rsid w:val="007D7410"/>
    <w:rsid w:val="007F1652"/>
    <w:rsid w:val="007F4155"/>
    <w:rsid w:val="0081554D"/>
    <w:rsid w:val="0081707E"/>
    <w:rsid w:val="008449B3"/>
    <w:rsid w:val="0085747A"/>
    <w:rsid w:val="008623F6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D51CD"/>
    <w:rsid w:val="008E64F4"/>
    <w:rsid w:val="008F12C9"/>
    <w:rsid w:val="008F178A"/>
    <w:rsid w:val="008F6E29"/>
    <w:rsid w:val="009021CB"/>
    <w:rsid w:val="00916188"/>
    <w:rsid w:val="00923D7D"/>
    <w:rsid w:val="00942470"/>
    <w:rsid w:val="009508DF"/>
    <w:rsid w:val="00950DAC"/>
    <w:rsid w:val="00954A07"/>
    <w:rsid w:val="0096467D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59A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0B"/>
    <w:rsid w:val="00B4188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703"/>
    <w:rsid w:val="00BB520A"/>
    <w:rsid w:val="00BD3869"/>
    <w:rsid w:val="00BD66E9"/>
    <w:rsid w:val="00BD6FF4"/>
    <w:rsid w:val="00BD7B22"/>
    <w:rsid w:val="00BF2C41"/>
    <w:rsid w:val="00C058B4"/>
    <w:rsid w:val="00C05F44"/>
    <w:rsid w:val="00C131B5"/>
    <w:rsid w:val="00C16ABF"/>
    <w:rsid w:val="00C170AE"/>
    <w:rsid w:val="00C26CB7"/>
    <w:rsid w:val="00C324C1"/>
    <w:rsid w:val="00C330CE"/>
    <w:rsid w:val="00C36992"/>
    <w:rsid w:val="00C56036"/>
    <w:rsid w:val="00C60106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D6897"/>
    <w:rsid w:val="00CE1BEB"/>
    <w:rsid w:val="00CE5BAC"/>
    <w:rsid w:val="00CF25BE"/>
    <w:rsid w:val="00CF78ED"/>
    <w:rsid w:val="00D02B25"/>
    <w:rsid w:val="00D02EBA"/>
    <w:rsid w:val="00D14A97"/>
    <w:rsid w:val="00D17C3C"/>
    <w:rsid w:val="00D26B2C"/>
    <w:rsid w:val="00D31946"/>
    <w:rsid w:val="00D352C9"/>
    <w:rsid w:val="00D425B2"/>
    <w:rsid w:val="00D428D6"/>
    <w:rsid w:val="00D43EE7"/>
    <w:rsid w:val="00D552B2"/>
    <w:rsid w:val="00D608D1"/>
    <w:rsid w:val="00D74119"/>
    <w:rsid w:val="00D8075B"/>
    <w:rsid w:val="00D8678B"/>
    <w:rsid w:val="00D878E7"/>
    <w:rsid w:val="00DA2114"/>
    <w:rsid w:val="00DB134E"/>
    <w:rsid w:val="00DC44FD"/>
    <w:rsid w:val="00DC4F0A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70AB"/>
    <w:rsid w:val="00F15FDD"/>
    <w:rsid w:val="00F17567"/>
    <w:rsid w:val="00F27A7B"/>
    <w:rsid w:val="00F44577"/>
    <w:rsid w:val="00F526AF"/>
    <w:rsid w:val="00F617C3"/>
    <w:rsid w:val="00F7066B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66AB"/>
    <w:rsid w:val="00FD7589"/>
    <w:rsid w:val="00FE6ABC"/>
    <w:rsid w:val="00FF016A"/>
    <w:rsid w:val="00FF1401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77F"/>
  <w15:docId w15:val="{31330DB8-F913-4CE6-8D0F-9B53127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customStyle="1" w:styleId="fieldau">
    <w:name w:val="field_au"/>
    <w:basedOn w:val="Domylnaczcionkaakapitu"/>
    <w:rsid w:val="00B4140B"/>
  </w:style>
  <w:style w:type="character" w:customStyle="1" w:styleId="fau">
    <w:name w:val="f_au"/>
    <w:basedOn w:val="Domylnaczcionkaakapitu"/>
    <w:rsid w:val="00B4140B"/>
  </w:style>
  <w:style w:type="character" w:customStyle="1" w:styleId="label">
    <w:name w:val="label"/>
    <w:basedOn w:val="Domylnaczcionkaakapitu"/>
    <w:rsid w:val="00B4140B"/>
  </w:style>
  <w:style w:type="character" w:customStyle="1" w:styleId="f245a">
    <w:name w:val="f_245a"/>
    <w:basedOn w:val="Domylnaczcionkaakapitu"/>
    <w:rsid w:val="00B4140B"/>
  </w:style>
  <w:style w:type="character" w:customStyle="1" w:styleId="fieldaw">
    <w:name w:val="field_aw"/>
    <w:basedOn w:val="Domylnaczcionkaakapitu"/>
    <w:rsid w:val="00B4140B"/>
  </w:style>
  <w:style w:type="character" w:customStyle="1" w:styleId="f260a">
    <w:name w:val="f_260a"/>
    <w:basedOn w:val="Domylnaczcionkaakapitu"/>
    <w:rsid w:val="00B4140B"/>
  </w:style>
  <w:style w:type="character" w:customStyle="1" w:styleId="f260b">
    <w:name w:val="f_260b"/>
    <w:basedOn w:val="Domylnaczcionkaakapitu"/>
    <w:rsid w:val="00B4140B"/>
  </w:style>
  <w:style w:type="character" w:customStyle="1" w:styleId="f260c">
    <w:name w:val="f_260c"/>
    <w:basedOn w:val="Domylnaczcionkaakapitu"/>
    <w:rsid w:val="00B4140B"/>
  </w:style>
  <w:style w:type="character" w:styleId="UyteHipercze">
    <w:name w:val="FollowedHyperlink"/>
    <w:basedOn w:val="Domylnaczcionkaakapitu"/>
    <w:uiPriority w:val="99"/>
    <w:semiHidden/>
    <w:unhideWhenUsed/>
    <w:rsid w:val="00B414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D03D4-AA51-4E02-BA98-F8F4D767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1193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24</cp:revision>
  <cp:lastPrinted>2020-10-13T08:09:00Z</cp:lastPrinted>
  <dcterms:created xsi:type="dcterms:W3CDTF">2019-11-20T16:21:00Z</dcterms:created>
  <dcterms:modified xsi:type="dcterms:W3CDTF">2022-09-29T08:32:00Z</dcterms:modified>
</cp:coreProperties>
</file>